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F82ABC" w:rsidTr="00086398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>
            <w:r>
              <w:t xml:space="preserve">Приложение 8 </w:t>
            </w:r>
          </w:p>
        </w:tc>
      </w:tr>
      <w:tr w:rsidR="00F82ABC" w:rsidTr="00257D13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F82ABC" w:rsidTr="001F2643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2F5EBA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BC" w:rsidRDefault="00F82ABC" w:rsidP="00F82ABC">
            <w:r>
              <w:t>от 31 марта 2023 года № 32-345</w:t>
            </w:r>
          </w:p>
        </w:tc>
      </w:tr>
      <w:tr w:rsidR="00760632" w:rsidTr="00760632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>
            <w:r>
              <w:t xml:space="preserve">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</w:tr>
      <w:tr w:rsidR="00760632" w:rsidTr="00760632">
        <w:trPr>
          <w:cantSplit/>
        </w:trPr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632" w:rsidRPr="00F82ABC" w:rsidRDefault="00760632" w:rsidP="002F5EBA">
            <w:pPr>
              <w:jc w:val="center"/>
            </w:pPr>
            <w:r>
              <w:t xml:space="preserve">Источники финансирования дефицита бюджета муниципального образования «Город Саратов» на 2023 год </w:t>
            </w:r>
          </w:p>
          <w:p w:rsidR="00760632" w:rsidRDefault="00760632" w:rsidP="002F5EBA">
            <w:pPr>
              <w:jc w:val="center"/>
            </w:pPr>
            <w:r>
              <w:t>и на плановый период 2024 и 2025 годов</w:t>
            </w:r>
          </w:p>
        </w:tc>
      </w:tr>
      <w:tr w:rsidR="00760632" w:rsidTr="00760632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тыс. руб.</w:t>
            </w:r>
          </w:p>
        </w:tc>
      </w:tr>
      <w:tr w:rsidR="00760632" w:rsidTr="00760632">
        <w:trPr>
          <w:cantSplit/>
          <w:trHeight w:val="285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Код</w:t>
            </w:r>
          </w:p>
        </w:tc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2023 год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2024 год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2025 год</w:t>
            </w:r>
          </w:p>
        </w:tc>
      </w:tr>
      <w:tr w:rsidR="00760632" w:rsidTr="00760632">
        <w:trPr>
          <w:cantSplit/>
          <w:trHeight w:val="285"/>
        </w:trPr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632" w:rsidRDefault="00760632" w:rsidP="002F5EBA"/>
        </w:tc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632" w:rsidRDefault="00760632" w:rsidP="002F5EBA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/>
        </w:tc>
        <w:tc>
          <w:tcPr>
            <w:tcW w:w="16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/>
        </w:tc>
        <w:tc>
          <w:tcPr>
            <w:tcW w:w="16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/>
        </w:tc>
      </w:tr>
    </w:tbl>
    <w:p w:rsidR="00760632" w:rsidRPr="00760632" w:rsidRDefault="00760632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760632" w:rsidTr="00760632">
        <w:trPr>
          <w:cantSplit/>
          <w:tblHeader/>
        </w:trPr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1</w:t>
            </w:r>
          </w:p>
        </w:tc>
        <w:tc>
          <w:tcPr>
            <w:tcW w:w="6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32" w:rsidRDefault="00760632" w:rsidP="002F5EBA">
            <w:pPr>
              <w:jc w:val="center"/>
            </w:pPr>
            <w:r>
              <w:t>5</w:t>
            </w:r>
          </w:p>
        </w:tc>
      </w:tr>
      <w:tr w:rsidR="00760632" w:rsidTr="00760632">
        <w:trPr>
          <w:cantSplit/>
        </w:trPr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000 01 00 00 00 00 0000 000</w:t>
            </w:r>
          </w:p>
        </w:tc>
        <w:tc>
          <w:tcPr>
            <w:tcW w:w="6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60632" w:rsidRDefault="00760632" w:rsidP="002F5EBA">
            <w:r>
              <w:t>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1 098 958,2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0,0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000 01 02 00 00 00 0000 000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Кредиты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788 500,0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517 066,7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000 01 02 00 00 00 0000 700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3 888 500,0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2 717 066,7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056 01 02 00 00 04 0000 710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3 888 500,0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2 717 066,7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000 01 02 00 00 00 0000 800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-3 100 000,0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-2 200 000,0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056 01 02 00 00 04 0000 810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-3 100 000,0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-2 200 000,0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000 01 03 00 00 00 0000 000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-517 066,7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000 01 03 01 00 00 0000 000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-517 066,7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000 01 03 01 00 00 0000 700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1 000 000,0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056 01 03 01 00 04 0000 710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1 000 000,0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lastRenderedPageBreak/>
              <w:t>056 01 03 01 00 04 0001 710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1 000 000,0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056 01 03 01 00 04 0002 710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225 000,0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000 01 03 01 00 00 0000 800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-1 517 066,7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056 01 03 01 00 04 0000 810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-1 125 000,0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-1 517 066,7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056 01 03 01 00 04 0001 810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-1 000 000,0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056 01 03 01 00 04 0002 810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-225 000,0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</w:tr>
      <w:tr w:rsidR="00760632" w:rsidTr="00760632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056 01 03 01 00 04 2900 810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760632" w:rsidRDefault="00760632" w:rsidP="002F5EBA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бюджета субъекта Российской Федерации, предоставленных для погашения муниципальных долговых обязательств по рыночным заимствованиям)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-517 066,7</w:t>
            </w:r>
          </w:p>
        </w:tc>
      </w:tr>
      <w:tr w:rsidR="00760632" w:rsidTr="00760632">
        <w:trPr>
          <w:cantSplit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60632" w:rsidRDefault="00760632" w:rsidP="002F5EBA">
            <w:pPr>
              <w:jc w:val="center"/>
            </w:pPr>
            <w:r>
              <w:t>000 01 05 00 00 00 0000 000</w:t>
            </w:r>
          </w:p>
        </w:tc>
        <w:tc>
          <w:tcPr>
            <w:tcW w:w="65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60632" w:rsidRDefault="00760632" w:rsidP="002F5EBA">
            <w:r>
              <w:t>Изменение остатков средств на счетах по учету средств бюджетов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310 458,2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60632" w:rsidRDefault="00760632" w:rsidP="002F5EBA">
            <w:pPr>
              <w:jc w:val="right"/>
            </w:pPr>
            <w:r>
              <w:t> </w:t>
            </w:r>
          </w:p>
        </w:tc>
      </w:tr>
      <w:tr w:rsidR="00760632" w:rsidTr="00760632">
        <w:trPr>
          <w:cantSplit/>
        </w:trPr>
        <w:tc>
          <w:tcPr>
            <w:tcW w:w="3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>
            <w:r>
              <w:t xml:space="preserve"> 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32" w:rsidRDefault="00760632" w:rsidP="002F5EBA"/>
        </w:tc>
      </w:tr>
    </w:tbl>
    <w:p w:rsidR="00E2598B" w:rsidRPr="00760632" w:rsidRDefault="00E2598B" w:rsidP="00760632"/>
    <w:sectPr w:rsidR="00E2598B" w:rsidRPr="00760632" w:rsidSect="00A65E08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8EF" w:rsidRDefault="006808EF" w:rsidP="00760632">
      <w:r>
        <w:separator/>
      </w:r>
    </w:p>
  </w:endnote>
  <w:endnote w:type="continuationSeparator" w:id="1">
    <w:p w:rsidR="006808EF" w:rsidRDefault="006808EF" w:rsidP="00760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8EF" w:rsidRDefault="006808EF" w:rsidP="00760632">
      <w:r>
        <w:separator/>
      </w:r>
    </w:p>
  </w:footnote>
  <w:footnote w:type="continuationSeparator" w:id="1">
    <w:p w:rsidR="006808EF" w:rsidRDefault="006808EF" w:rsidP="00760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632" w:rsidRDefault="00192638" w:rsidP="00D602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063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0632" w:rsidRDefault="007606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632" w:rsidRDefault="00192638" w:rsidP="00D602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063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5E08">
      <w:rPr>
        <w:rStyle w:val="a7"/>
        <w:noProof/>
      </w:rPr>
      <w:t>2</w:t>
    </w:r>
    <w:r>
      <w:rPr>
        <w:rStyle w:val="a7"/>
      </w:rPr>
      <w:fldChar w:fldCharType="end"/>
    </w:r>
  </w:p>
  <w:p w:rsidR="00760632" w:rsidRDefault="007606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760632"/>
    <w:rsid w:val="00192638"/>
    <w:rsid w:val="002C3F39"/>
    <w:rsid w:val="00334D7F"/>
    <w:rsid w:val="006808C6"/>
    <w:rsid w:val="006808EF"/>
    <w:rsid w:val="00760632"/>
    <w:rsid w:val="00A24CAF"/>
    <w:rsid w:val="00A65E08"/>
    <w:rsid w:val="00AB2A60"/>
    <w:rsid w:val="00B912FD"/>
    <w:rsid w:val="00E2598B"/>
    <w:rsid w:val="00F6400A"/>
    <w:rsid w:val="00F8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0632"/>
  </w:style>
  <w:style w:type="paragraph" w:styleId="a5">
    <w:name w:val="footer"/>
    <w:basedOn w:val="a"/>
    <w:link w:val="a6"/>
    <w:uiPriority w:val="99"/>
    <w:semiHidden/>
    <w:unhideWhenUsed/>
    <w:rsid w:val="007606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0632"/>
  </w:style>
  <w:style w:type="character" w:styleId="a7">
    <w:name w:val="page number"/>
    <w:basedOn w:val="a0"/>
    <w:uiPriority w:val="99"/>
    <w:semiHidden/>
    <w:unhideWhenUsed/>
    <w:rsid w:val="007606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2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3</cp:revision>
  <dcterms:created xsi:type="dcterms:W3CDTF">2023-03-30T12:54:00Z</dcterms:created>
  <dcterms:modified xsi:type="dcterms:W3CDTF">2023-03-31T08:10:00Z</dcterms:modified>
</cp:coreProperties>
</file>